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DACD" w14:textId="77777777" w:rsidR="00945523" w:rsidRDefault="00945523" w:rsidP="00945523">
      <w:pPr>
        <w:pStyle w:val="AgendaTitle"/>
      </w:pPr>
      <w:r>
        <w:t>Personal Action Plan</w:t>
      </w:r>
    </w:p>
    <w:p w14:paraId="0372F856" w14:textId="77777777" w:rsidR="00540DBA" w:rsidRDefault="00945523" w:rsidP="00AC6B6B">
      <w:pPr>
        <w:pStyle w:val="ImportantPoint"/>
        <w:spacing w:after="0"/>
        <w:rPr>
          <w:lang w:val="en-CA"/>
        </w:rPr>
      </w:pPr>
      <w:r>
        <w:t>I am already doing these things well:</w:t>
      </w:r>
      <w:r w:rsidR="00540DBA" w:rsidRPr="00540DBA">
        <w:rPr>
          <w:lang w:val="en-CA"/>
        </w:rPr>
        <w:t xml:space="preserve"> </w:t>
      </w:r>
    </w:p>
    <w:p w14:paraId="6CADABF1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5DAA3F4D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674B4576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4DB4AD90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27734428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C0A7A04" w14:textId="77777777" w:rsidR="00540DBA" w:rsidRDefault="00540DBA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8F7A9DF" w14:textId="77777777" w:rsidR="00945523" w:rsidRPr="00540DBA" w:rsidRDefault="00945523" w:rsidP="00AC6B6B">
      <w:pPr>
        <w:pStyle w:val="ImportantPoint"/>
        <w:spacing w:after="0"/>
        <w:rPr>
          <w:lang w:val="en-CA"/>
        </w:rPr>
      </w:pPr>
    </w:p>
    <w:p w14:paraId="203C8F41" w14:textId="77777777" w:rsidR="00945523" w:rsidRDefault="00945523" w:rsidP="00AC6B6B">
      <w:pPr>
        <w:pStyle w:val="ImportantPoint"/>
        <w:spacing w:after="0"/>
      </w:pPr>
    </w:p>
    <w:p w14:paraId="683521FF" w14:textId="77777777" w:rsidR="00AC6B6B" w:rsidRDefault="00945523" w:rsidP="00AC6B6B">
      <w:pPr>
        <w:pStyle w:val="ImportantPoint"/>
        <w:spacing w:after="0"/>
        <w:rPr>
          <w:lang w:val="en-CA"/>
        </w:rPr>
      </w:pPr>
      <w:r>
        <w:t>I want to improve these areas:</w:t>
      </w:r>
      <w:r w:rsidR="00540DBA" w:rsidRPr="00540DBA">
        <w:rPr>
          <w:lang w:val="en-CA"/>
        </w:rPr>
        <w:t xml:space="preserve"> </w:t>
      </w:r>
    </w:p>
    <w:p w14:paraId="59663197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408954A8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6F8192F6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58EFD0B7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326E54F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637BF99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23BE1765" w14:textId="77777777" w:rsidR="00AC6B6B" w:rsidRPr="00540DBA" w:rsidRDefault="00AC6B6B" w:rsidP="00AC6B6B">
      <w:pPr>
        <w:pStyle w:val="ImportantPoint"/>
        <w:spacing w:after="0"/>
        <w:rPr>
          <w:lang w:val="en-CA"/>
        </w:rPr>
      </w:pPr>
    </w:p>
    <w:p w14:paraId="4E943ABF" w14:textId="77777777" w:rsidR="00AC6B6B" w:rsidRDefault="00AC6B6B" w:rsidP="00AC6B6B">
      <w:pPr>
        <w:pStyle w:val="ImportantPoint"/>
        <w:spacing w:after="0"/>
      </w:pPr>
    </w:p>
    <w:p w14:paraId="0BFD676E" w14:textId="77777777" w:rsidR="00AC6B6B" w:rsidRDefault="00945523" w:rsidP="00AC6B6B">
      <w:pPr>
        <w:pStyle w:val="ImportantPoint"/>
        <w:spacing w:after="0"/>
        <w:rPr>
          <w:lang w:val="en-CA"/>
        </w:rPr>
      </w:pPr>
      <w:r>
        <w:t>I have these resources to help me:</w:t>
      </w:r>
      <w:r w:rsidR="00540DBA" w:rsidRPr="00540DBA">
        <w:rPr>
          <w:lang w:val="en-CA"/>
        </w:rPr>
        <w:t xml:space="preserve"> </w:t>
      </w:r>
    </w:p>
    <w:p w14:paraId="1375968B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211D1316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7371FC7E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76F0753E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1CEB4F4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720097A1" w14:textId="77777777" w:rsidR="00AC6B6B" w:rsidRDefault="00AC6B6B" w:rsidP="00AC6B6B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1BC5F507" w14:textId="77777777" w:rsidR="00AC6B6B" w:rsidRPr="00540DBA" w:rsidRDefault="00AC6B6B" w:rsidP="00AC6B6B">
      <w:pPr>
        <w:pStyle w:val="ImportantPoint"/>
        <w:spacing w:after="0"/>
        <w:rPr>
          <w:lang w:val="en-CA"/>
        </w:rPr>
      </w:pPr>
    </w:p>
    <w:p w14:paraId="1455C990" w14:textId="77777777" w:rsidR="00AC6B6B" w:rsidRDefault="00AC6B6B" w:rsidP="00AC6B6B">
      <w:pPr>
        <w:pStyle w:val="ImportantPoint"/>
        <w:spacing w:after="0"/>
      </w:pPr>
    </w:p>
    <w:p w14:paraId="682E0561" w14:textId="279EA3C4" w:rsidR="00945523" w:rsidRPr="00540DBA" w:rsidRDefault="00945523" w:rsidP="00540DBA">
      <w:pPr>
        <w:pStyle w:val="ImportantPoint"/>
        <w:rPr>
          <w:lang w:val="en-CA"/>
        </w:rPr>
      </w:pPr>
    </w:p>
    <w:p w14:paraId="4891374D" w14:textId="77777777" w:rsidR="00945523" w:rsidRDefault="00945523" w:rsidP="00945523">
      <w:r>
        <w:br w:type="page"/>
      </w:r>
    </w:p>
    <w:tbl>
      <w:tblPr>
        <w:tblW w:w="9725" w:type="dxa"/>
        <w:tblInd w:w="1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194"/>
        <w:gridCol w:w="2396"/>
        <w:gridCol w:w="1985"/>
      </w:tblGrid>
      <w:tr w:rsidR="00945523" w:rsidRPr="004C5A4B" w14:paraId="50CD187F" w14:textId="77777777" w:rsidTr="00AC6B6B">
        <w:tc>
          <w:tcPr>
            <w:tcW w:w="3150" w:type="dxa"/>
          </w:tcPr>
          <w:p w14:paraId="06034F61" w14:textId="77777777" w:rsidR="00945523" w:rsidRDefault="00945523" w:rsidP="000D5640">
            <w:pPr>
              <w:pStyle w:val="ImportantPoint"/>
            </w:pPr>
            <w:r>
              <w:lastRenderedPageBreak/>
              <w:t xml:space="preserve">As a result of what I have learned in this </w:t>
            </w:r>
            <w:r w:rsidR="00B325A4">
              <w:t>course</w:t>
            </w:r>
            <w:r>
              <w:t>, I am going to…</w:t>
            </w:r>
          </w:p>
        </w:tc>
        <w:tc>
          <w:tcPr>
            <w:tcW w:w="2194" w:type="dxa"/>
          </w:tcPr>
          <w:p w14:paraId="4808FDE0" w14:textId="77777777" w:rsidR="00945523" w:rsidRDefault="00945523" w:rsidP="000D5640">
            <w:pPr>
              <w:pStyle w:val="ImportantPoint"/>
            </w:pPr>
            <w:r>
              <w:t>My target date is…</w:t>
            </w:r>
          </w:p>
        </w:tc>
        <w:tc>
          <w:tcPr>
            <w:tcW w:w="0" w:type="auto"/>
          </w:tcPr>
          <w:p w14:paraId="1C0058B6" w14:textId="77777777" w:rsidR="00945523" w:rsidRDefault="00945523" w:rsidP="000D5640">
            <w:pPr>
              <w:pStyle w:val="ImportantPoint"/>
            </w:pPr>
            <w:r>
              <w:t>I will know I have succeeded when…</w:t>
            </w:r>
          </w:p>
        </w:tc>
        <w:tc>
          <w:tcPr>
            <w:tcW w:w="0" w:type="auto"/>
          </w:tcPr>
          <w:p w14:paraId="54580BE4" w14:textId="77777777" w:rsidR="00945523" w:rsidRDefault="00945523" w:rsidP="000D5640">
            <w:pPr>
              <w:pStyle w:val="ImportantPoint"/>
            </w:pPr>
            <w:r>
              <w:t>I will follow up with myself on…</w:t>
            </w:r>
          </w:p>
        </w:tc>
      </w:tr>
      <w:tr w:rsidR="00945523" w14:paraId="4226560C" w14:textId="77777777" w:rsidTr="00AC6B6B">
        <w:tc>
          <w:tcPr>
            <w:tcW w:w="3150" w:type="dxa"/>
          </w:tcPr>
          <w:p w14:paraId="6731A4D7" w14:textId="77777777" w:rsidR="00945523" w:rsidRDefault="00945523" w:rsidP="000D5640"/>
        </w:tc>
        <w:tc>
          <w:tcPr>
            <w:tcW w:w="2194" w:type="dxa"/>
          </w:tcPr>
          <w:p w14:paraId="768DAABD" w14:textId="77777777" w:rsidR="00945523" w:rsidRDefault="00945523" w:rsidP="000D5640"/>
        </w:tc>
        <w:tc>
          <w:tcPr>
            <w:tcW w:w="0" w:type="auto"/>
          </w:tcPr>
          <w:p w14:paraId="33DBFE4F" w14:textId="77777777" w:rsidR="00945523" w:rsidRDefault="00945523" w:rsidP="000D5640"/>
        </w:tc>
        <w:tc>
          <w:tcPr>
            <w:tcW w:w="0" w:type="auto"/>
          </w:tcPr>
          <w:p w14:paraId="19B7FB09" w14:textId="77777777" w:rsidR="00945523" w:rsidRDefault="00945523" w:rsidP="000D5640"/>
        </w:tc>
      </w:tr>
      <w:tr w:rsidR="00945523" w14:paraId="0DA95075" w14:textId="77777777" w:rsidTr="00AC6B6B">
        <w:tc>
          <w:tcPr>
            <w:tcW w:w="3150" w:type="dxa"/>
          </w:tcPr>
          <w:p w14:paraId="53BFD2AA" w14:textId="77777777" w:rsidR="00945523" w:rsidRDefault="00945523" w:rsidP="000D5640"/>
        </w:tc>
        <w:tc>
          <w:tcPr>
            <w:tcW w:w="2194" w:type="dxa"/>
          </w:tcPr>
          <w:p w14:paraId="0101A877" w14:textId="77777777" w:rsidR="00945523" w:rsidRDefault="00945523" w:rsidP="000D5640"/>
        </w:tc>
        <w:tc>
          <w:tcPr>
            <w:tcW w:w="0" w:type="auto"/>
          </w:tcPr>
          <w:p w14:paraId="37A89581" w14:textId="77777777" w:rsidR="00945523" w:rsidRDefault="00945523" w:rsidP="000D5640"/>
        </w:tc>
        <w:tc>
          <w:tcPr>
            <w:tcW w:w="0" w:type="auto"/>
          </w:tcPr>
          <w:p w14:paraId="597C3926" w14:textId="77777777" w:rsidR="00945523" w:rsidRDefault="00945523" w:rsidP="000D5640"/>
        </w:tc>
      </w:tr>
      <w:tr w:rsidR="00945523" w14:paraId="4FF51F04" w14:textId="77777777" w:rsidTr="00AC6B6B">
        <w:tc>
          <w:tcPr>
            <w:tcW w:w="3150" w:type="dxa"/>
          </w:tcPr>
          <w:p w14:paraId="33805054" w14:textId="77777777" w:rsidR="00945523" w:rsidRDefault="00945523" w:rsidP="000D5640"/>
        </w:tc>
        <w:tc>
          <w:tcPr>
            <w:tcW w:w="2194" w:type="dxa"/>
          </w:tcPr>
          <w:p w14:paraId="5C96665A" w14:textId="77777777" w:rsidR="00945523" w:rsidRDefault="00945523" w:rsidP="000D5640"/>
        </w:tc>
        <w:tc>
          <w:tcPr>
            <w:tcW w:w="0" w:type="auto"/>
          </w:tcPr>
          <w:p w14:paraId="10E1819C" w14:textId="77777777" w:rsidR="00945523" w:rsidRDefault="00945523" w:rsidP="000D5640"/>
        </w:tc>
        <w:tc>
          <w:tcPr>
            <w:tcW w:w="0" w:type="auto"/>
          </w:tcPr>
          <w:p w14:paraId="3635FB44" w14:textId="77777777" w:rsidR="00945523" w:rsidRDefault="00945523" w:rsidP="000D5640"/>
        </w:tc>
      </w:tr>
    </w:tbl>
    <w:p w14:paraId="09B3C8F4" w14:textId="77777777" w:rsidR="00945523" w:rsidRPr="005E3E5B" w:rsidRDefault="00945523" w:rsidP="00945523"/>
    <w:p w14:paraId="5130ECB7" w14:textId="77777777" w:rsidR="006807A4" w:rsidRPr="00945523" w:rsidRDefault="006807A4" w:rsidP="00945523"/>
    <w:sectPr w:rsidR="006807A4" w:rsidRPr="00945523" w:rsidSect="00A757EC">
      <w:headerReference w:type="default" r:id="rId8"/>
      <w:footerReference w:type="default" r:id="rId9"/>
      <w:pgSz w:w="12240" w:h="15840"/>
      <w:pgMar w:top="1440" w:right="1440" w:bottom="1440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49852" w14:textId="77777777" w:rsidR="006F1171" w:rsidRDefault="006F1171">
      <w:r>
        <w:separator/>
      </w:r>
    </w:p>
    <w:p w14:paraId="1C942A07" w14:textId="77777777" w:rsidR="006F1171" w:rsidRDefault="006F1171"/>
  </w:endnote>
  <w:endnote w:type="continuationSeparator" w:id="0">
    <w:p w14:paraId="25FF9EAB" w14:textId="77777777" w:rsidR="006F1171" w:rsidRDefault="006F1171">
      <w:r>
        <w:continuationSeparator/>
      </w:r>
    </w:p>
    <w:p w14:paraId="5A76DFF5" w14:textId="77777777" w:rsidR="006F1171" w:rsidRDefault="006F1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E72F3" w14:textId="48E788A7" w:rsidR="0030169F" w:rsidRPr="005D1BEB" w:rsidRDefault="005D1BEB" w:rsidP="005D1BEB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 w:rsidR="0068196F">
      <w:rPr>
        <w:rFonts w:cs="Calibri"/>
        <w:sz w:val="20"/>
      </w:rPr>
      <w:t>2025</w:t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9E741" w14:textId="77777777" w:rsidR="006F1171" w:rsidRDefault="006F1171">
      <w:r>
        <w:separator/>
      </w:r>
    </w:p>
    <w:p w14:paraId="19F99423" w14:textId="77777777" w:rsidR="006F1171" w:rsidRDefault="006F1171"/>
  </w:footnote>
  <w:footnote w:type="continuationSeparator" w:id="0">
    <w:p w14:paraId="31813C26" w14:textId="77777777" w:rsidR="006F1171" w:rsidRDefault="006F1171">
      <w:r>
        <w:continuationSeparator/>
      </w:r>
    </w:p>
    <w:p w14:paraId="45ED57B8" w14:textId="77777777" w:rsidR="006F1171" w:rsidRDefault="006F1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6260" w14:textId="77777777" w:rsidR="0030169F" w:rsidRPr="00495209" w:rsidRDefault="0030169F" w:rsidP="0046587E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CE4FB5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75B7C2C8" w14:textId="592AFA22" w:rsidR="0030169F" w:rsidRPr="00495209" w:rsidRDefault="0068196F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CC07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336AC"/>
    <w:multiLevelType w:val="hybridMultilevel"/>
    <w:tmpl w:val="939E797C"/>
    <w:lvl w:ilvl="0" w:tplc="DF9ACBA8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253493">
    <w:abstractNumId w:val="2"/>
  </w:num>
  <w:num w:numId="2" w16cid:durableId="563567630">
    <w:abstractNumId w:val="5"/>
  </w:num>
  <w:num w:numId="3" w16cid:durableId="1962760298">
    <w:abstractNumId w:val="4"/>
  </w:num>
  <w:num w:numId="4" w16cid:durableId="547226699">
    <w:abstractNumId w:val="1"/>
  </w:num>
  <w:num w:numId="5" w16cid:durableId="482357176">
    <w:abstractNumId w:val="3"/>
  </w:num>
  <w:num w:numId="6" w16cid:durableId="760955376">
    <w:abstractNumId w:val="0"/>
  </w:num>
  <w:num w:numId="7" w16cid:durableId="1849127111">
    <w:abstractNumId w:val="2"/>
  </w:num>
  <w:num w:numId="8" w16cid:durableId="1210916935">
    <w:abstractNumId w:val="5"/>
  </w:num>
  <w:num w:numId="9" w16cid:durableId="313946558">
    <w:abstractNumId w:val="4"/>
  </w:num>
  <w:num w:numId="10" w16cid:durableId="590510787">
    <w:abstractNumId w:val="1"/>
  </w:num>
  <w:num w:numId="11" w16cid:durableId="1708145561">
    <w:abstractNumId w:val="3"/>
  </w:num>
  <w:num w:numId="12" w16cid:durableId="93247063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E47"/>
    <w:rsid w:val="00012A51"/>
    <w:rsid w:val="00016624"/>
    <w:rsid w:val="000178C8"/>
    <w:rsid w:val="00020A97"/>
    <w:rsid w:val="00023D41"/>
    <w:rsid w:val="000261AC"/>
    <w:rsid w:val="00043482"/>
    <w:rsid w:val="000452BE"/>
    <w:rsid w:val="00053ABA"/>
    <w:rsid w:val="00057591"/>
    <w:rsid w:val="00057635"/>
    <w:rsid w:val="00060F83"/>
    <w:rsid w:val="0006350C"/>
    <w:rsid w:val="000660FD"/>
    <w:rsid w:val="00070ABD"/>
    <w:rsid w:val="0007157B"/>
    <w:rsid w:val="00076D97"/>
    <w:rsid w:val="000824BB"/>
    <w:rsid w:val="00087EA7"/>
    <w:rsid w:val="000905B4"/>
    <w:rsid w:val="000944AD"/>
    <w:rsid w:val="00096D6A"/>
    <w:rsid w:val="00097486"/>
    <w:rsid w:val="000A1A21"/>
    <w:rsid w:val="000A42C1"/>
    <w:rsid w:val="000B00A5"/>
    <w:rsid w:val="000B0F17"/>
    <w:rsid w:val="000B22A7"/>
    <w:rsid w:val="000B34A3"/>
    <w:rsid w:val="000B38F1"/>
    <w:rsid w:val="000B5031"/>
    <w:rsid w:val="000B666D"/>
    <w:rsid w:val="000C2026"/>
    <w:rsid w:val="000D40CE"/>
    <w:rsid w:val="000D4201"/>
    <w:rsid w:val="000D5640"/>
    <w:rsid w:val="000D70D1"/>
    <w:rsid w:val="000E1F3C"/>
    <w:rsid w:val="000E2D06"/>
    <w:rsid w:val="000E32FE"/>
    <w:rsid w:val="000E63FA"/>
    <w:rsid w:val="000F0A18"/>
    <w:rsid w:val="000F1509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203A1"/>
    <w:rsid w:val="00125E5F"/>
    <w:rsid w:val="00134294"/>
    <w:rsid w:val="001365BE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75DFB"/>
    <w:rsid w:val="00175FA7"/>
    <w:rsid w:val="00177799"/>
    <w:rsid w:val="00180B42"/>
    <w:rsid w:val="00182AA6"/>
    <w:rsid w:val="00191F14"/>
    <w:rsid w:val="00192253"/>
    <w:rsid w:val="0019493B"/>
    <w:rsid w:val="001A2BEF"/>
    <w:rsid w:val="001A2CC2"/>
    <w:rsid w:val="001A4B47"/>
    <w:rsid w:val="001A63F5"/>
    <w:rsid w:val="001B444D"/>
    <w:rsid w:val="001C1C41"/>
    <w:rsid w:val="001C3B49"/>
    <w:rsid w:val="001C6A21"/>
    <w:rsid w:val="001D1602"/>
    <w:rsid w:val="001D27BC"/>
    <w:rsid w:val="001D350B"/>
    <w:rsid w:val="001D68BF"/>
    <w:rsid w:val="001E1781"/>
    <w:rsid w:val="001F0FC7"/>
    <w:rsid w:val="001F3FA1"/>
    <w:rsid w:val="001F4203"/>
    <w:rsid w:val="00213E92"/>
    <w:rsid w:val="0022055E"/>
    <w:rsid w:val="002217CF"/>
    <w:rsid w:val="00231812"/>
    <w:rsid w:val="0023220F"/>
    <w:rsid w:val="00237979"/>
    <w:rsid w:val="002405A0"/>
    <w:rsid w:val="00246C41"/>
    <w:rsid w:val="00247A5B"/>
    <w:rsid w:val="002543D4"/>
    <w:rsid w:val="00255914"/>
    <w:rsid w:val="002576EA"/>
    <w:rsid w:val="00262136"/>
    <w:rsid w:val="00267F30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6B30"/>
    <w:rsid w:val="002A704B"/>
    <w:rsid w:val="002A7F21"/>
    <w:rsid w:val="002B0F67"/>
    <w:rsid w:val="002B1A42"/>
    <w:rsid w:val="002B43E7"/>
    <w:rsid w:val="002B55D7"/>
    <w:rsid w:val="002C502A"/>
    <w:rsid w:val="002C6019"/>
    <w:rsid w:val="002C7A1D"/>
    <w:rsid w:val="002D0912"/>
    <w:rsid w:val="002D2CDD"/>
    <w:rsid w:val="002D5688"/>
    <w:rsid w:val="002E049D"/>
    <w:rsid w:val="002E0D4B"/>
    <w:rsid w:val="002E482D"/>
    <w:rsid w:val="002E733B"/>
    <w:rsid w:val="002F2A5F"/>
    <w:rsid w:val="002F2F7D"/>
    <w:rsid w:val="0030169F"/>
    <w:rsid w:val="0030362C"/>
    <w:rsid w:val="00305E7C"/>
    <w:rsid w:val="00310C6F"/>
    <w:rsid w:val="003110CD"/>
    <w:rsid w:val="00314DB3"/>
    <w:rsid w:val="00321DB2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10FF"/>
    <w:rsid w:val="003C5B43"/>
    <w:rsid w:val="003C63C3"/>
    <w:rsid w:val="003C7266"/>
    <w:rsid w:val="003D06F0"/>
    <w:rsid w:val="003D5657"/>
    <w:rsid w:val="003E26E6"/>
    <w:rsid w:val="003E310B"/>
    <w:rsid w:val="003E3579"/>
    <w:rsid w:val="003E4A0B"/>
    <w:rsid w:val="003E53B3"/>
    <w:rsid w:val="003F0474"/>
    <w:rsid w:val="003F1A18"/>
    <w:rsid w:val="003F5347"/>
    <w:rsid w:val="00401594"/>
    <w:rsid w:val="0040574D"/>
    <w:rsid w:val="004140F6"/>
    <w:rsid w:val="00414511"/>
    <w:rsid w:val="004148B8"/>
    <w:rsid w:val="00414DB1"/>
    <w:rsid w:val="004164CE"/>
    <w:rsid w:val="00417752"/>
    <w:rsid w:val="0042332E"/>
    <w:rsid w:val="004338C8"/>
    <w:rsid w:val="004370F0"/>
    <w:rsid w:val="00442100"/>
    <w:rsid w:val="0044251C"/>
    <w:rsid w:val="00442594"/>
    <w:rsid w:val="00447D85"/>
    <w:rsid w:val="00456531"/>
    <w:rsid w:val="00457403"/>
    <w:rsid w:val="00463893"/>
    <w:rsid w:val="00463DB5"/>
    <w:rsid w:val="00463E55"/>
    <w:rsid w:val="0046587E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B4325"/>
    <w:rsid w:val="004C0F23"/>
    <w:rsid w:val="004C30DC"/>
    <w:rsid w:val="004C5159"/>
    <w:rsid w:val="004C585D"/>
    <w:rsid w:val="004D4F9D"/>
    <w:rsid w:val="004E1070"/>
    <w:rsid w:val="004E108C"/>
    <w:rsid w:val="004E1570"/>
    <w:rsid w:val="004E79B5"/>
    <w:rsid w:val="004F0992"/>
    <w:rsid w:val="004F3518"/>
    <w:rsid w:val="004F5544"/>
    <w:rsid w:val="00514BC0"/>
    <w:rsid w:val="00515340"/>
    <w:rsid w:val="00523B78"/>
    <w:rsid w:val="00526B69"/>
    <w:rsid w:val="00526F39"/>
    <w:rsid w:val="005276F7"/>
    <w:rsid w:val="00527B2B"/>
    <w:rsid w:val="00527F67"/>
    <w:rsid w:val="00532B7F"/>
    <w:rsid w:val="005343E0"/>
    <w:rsid w:val="005351C3"/>
    <w:rsid w:val="00540DBA"/>
    <w:rsid w:val="00542A4B"/>
    <w:rsid w:val="00543496"/>
    <w:rsid w:val="00545DFB"/>
    <w:rsid w:val="0054741E"/>
    <w:rsid w:val="00554920"/>
    <w:rsid w:val="00562EC5"/>
    <w:rsid w:val="00563844"/>
    <w:rsid w:val="005646C7"/>
    <w:rsid w:val="00566574"/>
    <w:rsid w:val="00567510"/>
    <w:rsid w:val="00572694"/>
    <w:rsid w:val="00576DA9"/>
    <w:rsid w:val="00580283"/>
    <w:rsid w:val="00580CD2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F85"/>
    <w:rsid w:val="005D1BEB"/>
    <w:rsid w:val="005D30C4"/>
    <w:rsid w:val="005D78F4"/>
    <w:rsid w:val="005E4FEB"/>
    <w:rsid w:val="005F2B3F"/>
    <w:rsid w:val="005F479D"/>
    <w:rsid w:val="005F509D"/>
    <w:rsid w:val="005F7337"/>
    <w:rsid w:val="006049D1"/>
    <w:rsid w:val="0060779F"/>
    <w:rsid w:val="00620D72"/>
    <w:rsid w:val="00627D16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5008A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4FFF"/>
    <w:rsid w:val="006773A1"/>
    <w:rsid w:val="006807A4"/>
    <w:rsid w:val="0068196F"/>
    <w:rsid w:val="00684030"/>
    <w:rsid w:val="00684A6D"/>
    <w:rsid w:val="00685298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43BE"/>
    <w:rsid w:val="006C6D09"/>
    <w:rsid w:val="006D31C3"/>
    <w:rsid w:val="006D35B3"/>
    <w:rsid w:val="006D376C"/>
    <w:rsid w:val="006D5545"/>
    <w:rsid w:val="006E37F3"/>
    <w:rsid w:val="006F0D04"/>
    <w:rsid w:val="006F1171"/>
    <w:rsid w:val="006F30AF"/>
    <w:rsid w:val="006F3750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4647"/>
    <w:rsid w:val="00744C7C"/>
    <w:rsid w:val="007632FB"/>
    <w:rsid w:val="00763856"/>
    <w:rsid w:val="007646AC"/>
    <w:rsid w:val="00764A22"/>
    <w:rsid w:val="00765EF2"/>
    <w:rsid w:val="00766650"/>
    <w:rsid w:val="00770F7A"/>
    <w:rsid w:val="00777862"/>
    <w:rsid w:val="00785C89"/>
    <w:rsid w:val="00787BDB"/>
    <w:rsid w:val="0079024D"/>
    <w:rsid w:val="00790A70"/>
    <w:rsid w:val="00791583"/>
    <w:rsid w:val="007A63D8"/>
    <w:rsid w:val="007B0335"/>
    <w:rsid w:val="007B1DBE"/>
    <w:rsid w:val="007B28A4"/>
    <w:rsid w:val="007B2C5A"/>
    <w:rsid w:val="007B532D"/>
    <w:rsid w:val="007B62B8"/>
    <w:rsid w:val="007C0AFC"/>
    <w:rsid w:val="007C1A4D"/>
    <w:rsid w:val="007C1DD2"/>
    <w:rsid w:val="007C2110"/>
    <w:rsid w:val="007C658C"/>
    <w:rsid w:val="007C704C"/>
    <w:rsid w:val="007D0AE7"/>
    <w:rsid w:val="007D1278"/>
    <w:rsid w:val="007D6636"/>
    <w:rsid w:val="007E1D2A"/>
    <w:rsid w:val="007F06AE"/>
    <w:rsid w:val="007F6B3A"/>
    <w:rsid w:val="007F6CBB"/>
    <w:rsid w:val="007F74E0"/>
    <w:rsid w:val="00804307"/>
    <w:rsid w:val="00805BA5"/>
    <w:rsid w:val="00815E41"/>
    <w:rsid w:val="00817F08"/>
    <w:rsid w:val="00820682"/>
    <w:rsid w:val="00820FB8"/>
    <w:rsid w:val="008215B6"/>
    <w:rsid w:val="00821AA8"/>
    <w:rsid w:val="008249D3"/>
    <w:rsid w:val="00824B1D"/>
    <w:rsid w:val="00825040"/>
    <w:rsid w:val="00826F1F"/>
    <w:rsid w:val="00835EF6"/>
    <w:rsid w:val="00837525"/>
    <w:rsid w:val="00842B94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74EFF"/>
    <w:rsid w:val="00876127"/>
    <w:rsid w:val="00877C02"/>
    <w:rsid w:val="00880281"/>
    <w:rsid w:val="008816CD"/>
    <w:rsid w:val="0088214A"/>
    <w:rsid w:val="0088716B"/>
    <w:rsid w:val="008914F6"/>
    <w:rsid w:val="008A0303"/>
    <w:rsid w:val="008A0379"/>
    <w:rsid w:val="008B0B3E"/>
    <w:rsid w:val="008B1C61"/>
    <w:rsid w:val="008D2DE1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5523"/>
    <w:rsid w:val="00947030"/>
    <w:rsid w:val="0094737F"/>
    <w:rsid w:val="00952535"/>
    <w:rsid w:val="009531B6"/>
    <w:rsid w:val="00953800"/>
    <w:rsid w:val="00954ECB"/>
    <w:rsid w:val="00957AB9"/>
    <w:rsid w:val="00966F1B"/>
    <w:rsid w:val="009674B0"/>
    <w:rsid w:val="0097184B"/>
    <w:rsid w:val="00973F8C"/>
    <w:rsid w:val="00975A7D"/>
    <w:rsid w:val="00977B94"/>
    <w:rsid w:val="00977BBD"/>
    <w:rsid w:val="00982F3A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369E"/>
    <w:rsid w:val="009E4E80"/>
    <w:rsid w:val="009E5EC1"/>
    <w:rsid w:val="009F343E"/>
    <w:rsid w:val="009F567D"/>
    <w:rsid w:val="009F5DF7"/>
    <w:rsid w:val="00A00E0B"/>
    <w:rsid w:val="00A015F3"/>
    <w:rsid w:val="00A019B3"/>
    <w:rsid w:val="00A027C6"/>
    <w:rsid w:val="00A02E71"/>
    <w:rsid w:val="00A0727D"/>
    <w:rsid w:val="00A129F0"/>
    <w:rsid w:val="00A24786"/>
    <w:rsid w:val="00A278C3"/>
    <w:rsid w:val="00A27F30"/>
    <w:rsid w:val="00A33442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57EC"/>
    <w:rsid w:val="00A761C0"/>
    <w:rsid w:val="00A77CE1"/>
    <w:rsid w:val="00A8134D"/>
    <w:rsid w:val="00A861CE"/>
    <w:rsid w:val="00AA73F1"/>
    <w:rsid w:val="00AB7456"/>
    <w:rsid w:val="00AB7D72"/>
    <w:rsid w:val="00AC348A"/>
    <w:rsid w:val="00AC4643"/>
    <w:rsid w:val="00AC6B6B"/>
    <w:rsid w:val="00AE1C3D"/>
    <w:rsid w:val="00AE6316"/>
    <w:rsid w:val="00AF2B09"/>
    <w:rsid w:val="00AF40D0"/>
    <w:rsid w:val="00AF44E4"/>
    <w:rsid w:val="00AF5246"/>
    <w:rsid w:val="00AF6F47"/>
    <w:rsid w:val="00AF7F60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5A4"/>
    <w:rsid w:val="00B32C68"/>
    <w:rsid w:val="00B404DB"/>
    <w:rsid w:val="00B410E3"/>
    <w:rsid w:val="00B540E9"/>
    <w:rsid w:val="00B55952"/>
    <w:rsid w:val="00B65D53"/>
    <w:rsid w:val="00B66136"/>
    <w:rsid w:val="00B703F6"/>
    <w:rsid w:val="00B72E1A"/>
    <w:rsid w:val="00B776A9"/>
    <w:rsid w:val="00B82FE7"/>
    <w:rsid w:val="00B8307E"/>
    <w:rsid w:val="00B90CB4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E63D9"/>
    <w:rsid w:val="00BF20EA"/>
    <w:rsid w:val="00C00CF6"/>
    <w:rsid w:val="00C021BD"/>
    <w:rsid w:val="00C02EF6"/>
    <w:rsid w:val="00C0561D"/>
    <w:rsid w:val="00C13487"/>
    <w:rsid w:val="00C20F33"/>
    <w:rsid w:val="00C20FB0"/>
    <w:rsid w:val="00C223AD"/>
    <w:rsid w:val="00C22F04"/>
    <w:rsid w:val="00C243FC"/>
    <w:rsid w:val="00C27F34"/>
    <w:rsid w:val="00C32321"/>
    <w:rsid w:val="00C37473"/>
    <w:rsid w:val="00C40766"/>
    <w:rsid w:val="00C43050"/>
    <w:rsid w:val="00C55C72"/>
    <w:rsid w:val="00C60DF7"/>
    <w:rsid w:val="00C6179D"/>
    <w:rsid w:val="00C626D4"/>
    <w:rsid w:val="00C6397B"/>
    <w:rsid w:val="00C64790"/>
    <w:rsid w:val="00C64B27"/>
    <w:rsid w:val="00C67374"/>
    <w:rsid w:val="00C74217"/>
    <w:rsid w:val="00C751AD"/>
    <w:rsid w:val="00C858B6"/>
    <w:rsid w:val="00C85B40"/>
    <w:rsid w:val="00C87573"/>
    <w:rsid w:val="00C93881"/>
    <w:rsid w:val="00C96DA2"/>
    <w:rsid w:val="00CA1D57"/>
    <w:rsid w:val="00CA7F73"/>
    <w:rsid w:val="00CC0AFB"/>
    <w:rsid w:val="00CC465E"/>
    <w:rsid w:val="00CC54C5"/>
    <w:rsid w:val="00CC69CE"/>
    <w:rsid w:val="00CC7DD3"/>
    <w:rsid w:val="00CD33DD"/>
    <w:rsid w:val="00CD50E4"/>
    <w:rsid w:val="00CD67B4"/>
    <w:rsid w:val="00CE1768"/>
    <w:rsid w:val="00CE18EF"/>
    <w:rsid w:val="00CE3D30"/>
    <w:rsid w:val="00CE411A"/>
    <w:rsid w:val="00CE4FB5"/>
    <w:rsid w:val="00CE6DC1"/>
    <w:rsid w:val="00CE6DD0"/>
    <w:rsid w:val="00CF0750"/>
    <w:rsid w:val="00CF6300"/>
    <w:rsid w:val="00D026BF"/>
    <w:rsid w:val="00D15BE8"/>
    <w:rsid w:val="00D17A3E"/>
    <w:rsid w:val="00D220EF"/>
    <w:rsid w:val="00D311E4"/>
    <w:rsid w:val="00D31FE1"/>
    <w:rsid w:val="00D32769"/>
    <w:rsid w:val="00D35469"/>
    <w:rsid w:val="00D3688D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1A55"/>
    <w:rsid w:val="00DB25FD"/>
    <w:rsid w:val="00DB527D"/>
    <w:rsid w:val="00DB5793"/>
    <w:rsid w:val="00DB6081"/>
    <w:rsid w:val="00DB6B72"/>
    <w:rsid w:val="00DB79B5"/>
    <w:rsid w:val="00DC126B"/>
    <w:rsid w:val="00DC23F9"/>
    <w:rsid w:val="00DC24EA"/>
    <w:rsid w:val="00DC3786"/>
    <w:rsid w:val="00DC62E8"/>
    <w:rsid w:val="00DD1A60"/>
    <w:rsid w:val="00DD2355"/>
    <w:rsid w:val="00DD38A1"/>
    <w:rsid w:val="00DD46F7"/>
    <w:rsid w:val="00DD4FCB"/>
    <w:rsid w:val="00DE1D2E"/>
    <w:rsid w:val="00DE1D54"/>
    <w:rsid w:val="00DE3399"/>
    <w:rsid w:val="00DE57C0"/>
    <w:rsid w:val="00DE5B16"/>
    <w:rsid w:val="00DF2FD7"/>
    <w:rsid w:val="00DF79D0"/>
    <w:rsid w:val="00E14745"/>
    <w:rsid w:val="00E14E16"/>
    <w:rsid w:val="00E16490"/>
    <w:rsid w:val="00E2402B"/>
    <w:rsid w:val="00E244CD"/>
    <w:rsid w:val="00E24C47"/>
    <w:rsid w:val="00E266E3"/>
    <w:rsid w:val="00E26F89"/>
    <w:rsid w:val="00E27759"/>
    <w:rsid w:val="00E30723"/>
    <w:rsid w:val="00E331AF"/>
    <w:rsid w:val="00E34801"/>
    <w:rsid w:val="00E42140"/>
    <w:rsid w:val="00E425FB"/>
    <w:rsid w:val="00E4387A"/>
    <w:rsid w:val="00E52259"/>
    <w:rsid w:val="00E5446F"/>
    <w:rsid w:val="00E56DC6"/>
    <w:rsid w:val="00E624A6"/>
    <w:rsid w:val="00E644E0"/>
    <w:rsid w:val="00E66D15"/>
    <w:rsid w:val="00E67AB0"/>
    <w:rsid w:val="00E718ED"/>
    <w:rsid w:val="00E7379E"/>
    <w:rsid w:val="00E77E35"/>
    <w:rsid w:val="00E8347C"/>
    <w:rsid w:val="00E8398B"/>
    <w:rsid w:val="00E84626"/>
    <w:rsid w:val="00E847EB"/>
    <w:rsid w:val="00E871DF"/>
    <w:rsid w:val="00EA06E7"/>
    <w:rsid w:val="00EA4BA5"/>
    <w:rsid w:val="00EB0822"/>
    <w:rsid w:val="00EB58D0"/>
    <w:rsid w:val="00EC17F9"/>
    <w:rsid w:val="00EC2BBA"/>
    <w:rsid w:val="00EC4014"/>
    <w:rsid w:val="00EC4458"/>
    <w:rsid w:val="00EC6A2E"/>
    <w:rsid w:val="00ED759D"/>
    <w:rsid w:val="00EE28A3"/>
    <w:rsid w:val="00EE5764"/>
    <w:rsid w:val="00EF07DF"/>
    <w:rsid w:val="00EF1600"/>
    <w:rsid w:val="00EF570C"/>
    <w:rsid w:val="00EF5823"/>
    <w:rsid w:val="00EF78D9"/>
    <w:rsid w:val="00F02D98"/>
    <w:rsid w:val="00F07293"/>
    <w:rsid w:val="00F07F28"/>
    <w:rsid w:val="00F1177C"/>
    <w:rsid w:val="00F15F42"/>
    <w:rsid w:val="00F175CB"/>
    <w:rsid w:val="00F20B74"/>
    <w:rsid w:val="00F21164"/>
    <w:rsid w:val="00F234EB"/>
    <w:rsid w:val="00F247AB"/>
    <w:rsid w:val="00F251BA"/>
    <w:rsid w:val="00F26A63"/>
    <w:rsid w:val="00F26AFE"/>
    <w:rsid w:val="00F3310B"/>
    <w:rsid w:val="00F33EA5"/>
    <w:rsid w:val="00F40597"/>
    <w:rsid w:val="00F4133A"/>
    <w:rsid w:val="00F42647"/>
    <w:rsid w:val="00F45032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426D"/>
    <w:rsid w:val="00F75063"/>
    <w:rsid w:val="00F75679"/>
    <w:rsid w:val="00F80107"/>
    <w:rsid w:val="00F86A8F"/>
    <w:rsid w:val="00F94594"/>
    <w:rsid w:val="00F95F18"/>
    <w:rsid w:val="00FA1CFD"/>
    <w:rsid w:val="00FA4DC7"/>
    <w:rsid w:val="00FA7E16"/>
    <w:rsid w:val="00FB0B6A"/>
    <w:rsid w:val="00FB38A7"/>
    <w:rsid w:val="00FB38B8"/>
    <w:rsid w:val="00FB3A31"/>
    <w:rsid w:val="00FB4B4D"/>
    <w:rsid w:val="00FC304C"/>
    <w:rsid w:val="00FC56DD"/>
    <w:rsid w:val="00FC5FFF"/>
    <w:rsid w:val="00FD0B67"/>
    <w:rsid w:val="00FD1B07"/>
    <w:rsid w:val="00FD50E5"/>
    <w:rsid w:val="00FD5998"/>
    <w:rsid w:val="00FD7CE8"/>
    <w:rsid w:val="00FE7371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E72C2B"/>
  <w15:chartTrackingRefBased/>
  <w15:docId w15:val="{E3D834FA-6D71-4639-9B1D-A9E9CD92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766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0766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766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0766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0766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766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766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766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766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766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C40766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0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C40766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C407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07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40766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C40766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C40766"/>
    <w:pPr>
      <w:numPr>
        <w:numId w:val="3"/>
      </w:numPr>
    </w:pPr>
  </w:style>
  <w:style w:type="character" w:customStyle="1" w:styleId="TitleChar">
    <w:name w:val="Title Char"/>
    <w:aliases w:val="Session Title Char"/>
    <w:link w:val="Title"/>
    <w:rsid w:val="00C40766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autoRedefine/>
    <w:qFormat/>
    <w:rsid w:val="00C40766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C40766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rsid w:val="00C40766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C40766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C40766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C40766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C40766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C40766"/>
    <w:pPr>
      <w:numPr>
        <w:numId w:val="11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C40766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C40766"/>
    <w:pPr>
      <w:numPr>
        <w:numId w:val="4"/>
      </w:numPr>
    </w:pPr>
  </w:style>
  <w:style w:type="character" w:customStyle="1" w:styleId="AgendaTitleChar">
    <w:name w:val="Agenda Title Char"/>
    <w:link w:val="AgendaTitle"/>
    <w:rsid w:val="00C40766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C40766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C40766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C40766"/>
    <w:rPr>
      <w:b/>
      <w:bCs/>
      <w:szCs w:val="24"/>
    </w:rPr>
  </w:style>
  <w:style w:type="character" w:customStyle="1" w:styleId="ImportantPointChar">
    <w:name w:val="Important Point Char"/>
    <w:link w:val="ImportantPoint"/>
    <w:rsid w:val="00C40766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C407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40766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C407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40766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C40766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C40766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C4076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40766"/>
    <w:rPr>
      <w:sz w:val="24"/>
      <w:szCs w:val="21"/>
      <w:lang w:val="en-US" w:eastAsia="en-US"/>
    </w:rPr>
  </w:style>
  <w:style w:type="character" w:styleId="Strong">
    <w:name w:val="Strong"/>
    <w:uiPriority w:val="22"/>
    <w:rsid w:val="00C40766"/>
    <w:rPr>
      <w:b/>
      <w:bCs/>
    </w:rPr>
  </w:style>
  <w:style w:type="character" w:styleId="CommentReference">
    <w:name w:val="annotation reference"/>
    <w:uiPriority w:val="99"/>
    <w:rsid w:val="00C40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0766"/>
    <w:rPr>
      <w:sz w:val="20"/>
    </w:rPr>
  </w:style>
  <w:style w:type="character" w:customStyle="1" w:styleId="CommentTextChar">
    <w:name w:val="Comment Text Char"/>
    <w:link w:val="CommentText"/>
    <w:uiPriority w:val="99"/>
    <w:rsid w:val="00C40766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40766"/>
    <w:rPr>
      <w:b/>
      <w:bCs/>
    </w:rPr>
  </w:style>
  <w:style w:type="character" w:customStyle="1" w:styleId="CommentSubjectChar">
    <w:name w:val="Comment Subject Char"/>
    <w:link w:val="CommentSubject"/>
    <w:rsid w:val="00C40766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C40766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C40766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C40766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C40766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C40766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C40766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C40766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C40766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0766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C40766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C40766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C40766"/>
    <w:rPr>
      <w:i/>
      <w:iCs/>
      <w:color w:val="000000"/>
    </w:rPr>
  </w:style>
  <w:style w:type="paragraph" w:styleId="NoSpacing">
    <w:name w:val="No Spacing"/>
    <w:uiPriority w:val="1"/>
    <w:qFormat/>
    <w:rsid w:val="00C40766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C40766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C40766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C40766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C40766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C40766"/>
    <w:rPr>
      <w:i/>
      <w:iCs/>
      <w:color w:val="595959"/>
    </w:rPr>
  </w:style>
  <w:style w:type="character" w:styleId="IntenseEmphasis">
    <w:name w:val="Intense Emphasis"/>
    <w:uiPriority w:val="21"/>
    <w:rsid w:val="00C40766"/>
    <w:rPr>
      <w:b/>
      <w:bCs/>
      <w:i/>
      <w:iCs/>
      <w:color w:val="auto"/>
    </w:rPr>
  </w:style>
  <w:style w:type="character" w:styleId="SubtleReference">
    <w:name w:val="Subtle Reference"/>
    <w:uiPriority w:val="31"/>
    <w:rsid w:val="00C40766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C40766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C40766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0766"/>
    <w:pPr>
      <w:outlineLvl w:val="9"/>
    </w:pPr>
  </w:style>
  <w:style w:type="table" w:styleId="TableClassic2">
    <w:name w:val="Table Classic 2"/>
    <w:basedOn w:val="TableNormal"/>
    <w:rsid w:val="00C4076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C40766"/>
    <w:pPr>
      <w:numPr>
        <w:numId w:val="12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C40766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C40766"/>
    <w:pPr>
      <w:numPr>
        <w:numId w:val="7"/>
      </w:numPr>
      <w:spacing w:after="150" w:line="240" w:lineRule="auto"/>
    </w:pPr>
  </w:style>
  <w:style w:type="paragraph" w:customStyle="1" w:styleId="DefaultNumberedlist">
    <w:name w:val="Default Numbered list"/>
    <w:basedOn w:val="Normal"/>
    <w:link w:val="DefaultNumberedlistChar"/>
    <w:qFormat/>
    <w:rsid w:val="00C40766"/>
    <w:pPr>
      <w:numPr>
        <w:numId w:val="8"/>
      </w:numPr>
      <w:spacing w:after="9738"/>
    </w:pPr>
  </w:style>
  <w:style w:type="paragraph" w:styleId="TOC5">
    <w:name w:val="toc 5"/>
    <w:basedOn w:val="Normal"/>
    <w:next w:val="Normal"/>
    <w:autoRedefine/>
    <w:uiPriority w:val="39"/>
    <w:unhideWhenUsed/>
    <w:rsid w:val="00C40766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C40766"/>
    <w:rPr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C40766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C40766"/>
    <w:rPr>
      <w:sz w:val="24"/>
      <w:lang w:val="en-US" w:eastAsia="en-US"/>
    </w:rPr>
  </w:style>
  <w:style w:type="paragraph" w:customStyle="1" w:styleId="CopyrightSub-Title">
    <w:name w:val="Copyright Sub-Title"/>
    <w:basedOn w:val="Normal"/>
    <w:rsid w:val="00C40766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C40766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C40766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C40766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C40766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C40766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C40766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C40766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C40766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C40766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C40766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C40766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C40766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C40766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C40766"/>
    <w:rPr>
      <w:rFonts w:cs="Arial"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232ADAF-07C6-47E2-BDAC-21D6B64A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2</Pages>
  <Words>51</Words>
  <Characters>275</Characters>
  <Application>Microsoft Office Word</Application>
  <DocSecurity>0</DocSecurity>
  <Lines>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 Guide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Personal Action Plan</dc:description>
  <cp:lastPrinted>1999-03-10T08:54:00Z</cp:lastPrinted>
  <dcterms:created xsi:type="dcterms:W3CDTF">2025-10-15T19:22:00Z</dcterms:created>
  <dcterms:modified xsi:type="dcterms:W3CDTF">2025-10-15T19:22:00Z</dcterms:modified>
</cp:coreProperties>
</file>